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7008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E43261"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406C0C1" w:rsidR="00B65513" w:rsidRPr="003C5CA9" w:rsidRDefault="003C5CA9" w:rsidP="00E82667">
                <w:pPr>
                  <w:tabs>
                    <w:tab w:val="left" w:pos="426"/>
                  </w:tabs>
                  <w:spacing w:before="120"/>
                  <w:rPr>
                    <w:bCs/>
                    <w:lang w:val="fr-FR" w:eastAsia="en-GB"/>
                  </w:rPr>
                </w:pPr>
                <w:r w:rsidRPr="003C5CA9">
                  <w:rPr>
                    <w:bCs/>
                    <w:lang w:val="fr-FR" w:eastAsia="en-GB"/>
                  </w:rPr>
                  <w:t>ESTAT – Dir. C – Unit C</w:t>
                </w:r>
                <w:r>
                  <w:rPr>
                    <w:bCs/>
                    <w:lang w:val="fr-FR"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9956A96" w:rsidR="00D96984" w:rsidRPr="0007110E" w:rsidRDefault="00E43261" w:rsidP="00E82667">
                <w:pPr>
                  <w:tabs>
                    <w:tab w:val="left" w:pos="426"/>
                  </w:tabs>
                  <w:spacing w:before="120"/>
                  <w:rPr>
                    <w:bCs/>
                    <w:lang w:val="en-IE" w:eastAsia="en-GB"/>
                  </w:rPr>
                </w:pPr>
                <w:r w:rsidRPr="00E43261">
                  <w:rPr>
                    <w:bCs/>
                    <w:lang w:eastAsia="en-GB"/>
                  </w:rPr>
                  <w:t>499647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781B442" w:rsidR="00E21DBD" w:rsidRPr="00E45389" w:rsidRDefault="003C5CA9" w:rsidP="00E82667">
                <w:pPr>
                  <w:tabs>
                    <w:tab w:val="left" w:pos="426"/>
                  </w:tabs>
                  <w:spacing w:before="120"/>
                  <w:rPr>
                    <w:bCs/>
                    <w:lang w:val="en-IE" w:eastAsia="en-GB"/>
                  </w:rPr>
                </w:pPr>
                <w:r w:rsidRPr="00E45389">
                  <w:rPr>
                    <w:bCs/>
                    <w:lang w:val="en-IE" w:eastAsia="en-GB"/>
                  </w:rPr>
                  <w:t>Paul Konijn, Orestis Tsigkas</w:t>
                </w:r>
              </w:p>
            </w:sdtContent>
          </w:sdt>
          <w:p w14:paraId="34CF737A" w14:textId="52685BDF" w:rsidR="00E21DBD" w:rsidRPr="003C5CA9" w:rsidRDefault="0057008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C5CA9" w:rsidRPr="003C5CA9">
                  <w:rPr>
                    <w:bCs/>
                    <w:lang w:val="en-IE" w:eastAsia="en-GB"/>
                  </w:rPr>
                  <w:t>First</w:t>
                </w:r>
              </w:sdtContent>
            </w:sdt>
            <w:r w:rsidR="00E21DBD" w:rsidRPr="003C5CA9">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C5CA9" w:rsidRPr="003C5CA9">
                  <w:rPr>
                    <w:bCs/>
                    <w:lang w:val="en-IE" w:eastAsia="en-GB"/>
                  </w:rPr>
                  <w:t>2026</w:t>
                </w:r>
              </w:sdtContent>
            </w:sdt>
          </w:p>
          <w:p w14:paraId="158DD156" w14:textId="3AD56B12" w:rsidR="00E21DBD" w:rsidRPr="0007110E" w:rsidRDefault="0057008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C5CA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3C5CA9">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E45389">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9E5AFC1"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7156630"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7008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7008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7008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D15F019"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12FEC4A"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2329F90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570089">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7DAA1EA" w14:textId="77777777" w:rsidR="003C5CA9" w:rsidRDefault="003C5CA9" w:rsidP="00C504C7">
          <w:pPr>
            <w:rPr>
              <w:lang w:val="en-US" w:eastAsia="en-GB"/>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3C5CA9" w:rsidRPr="003C5CA9" w14:paraId="2D9E3F56" w14:textId="77777777" w:rsidTr="003C5CA9">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3C5CA9" w:rsidRPr="003C5CA9" w14:paraId="431D1A7B" w14:textId="77777777">
                  <w:trPr>
                    <w:tblCellSpacing w:w="0" w:type="dxa"/>
                  </w:trPr>
                  <w:tc>
                    <w:tcPr>
                      <w:tcW w:w="0" w:type="auto"/>
                      <w:tcBorders>
                        <w:top w:val="nil"/>
                        <w:left w:val="nil"/>
                        <w:bottom w:val="nil"/>
                        <w:right w:val="nil"/>
                      </w:tcBorders>
                      <w:shd w:val="clear" w:color="auto" w:fill="auto"/>
                      <w:vAlign w:val="bottom"/>
                      <w:hideMark/>
                    </w:tcPr>
                    <w:p w14:paraId="7D7D1C26" w14:textId="77777777" w:rsidR="008C09DF" w:rsidRDefault="003C5CA9" w:rsidP="003C5CA9">
                      <w:pPr>
                        <w:rPr>
                          <w:lang w:val="en-IE" w:eastAsia="en-GB"/>
                        </w:rPr>
                      </w:pPr>
                      <w:r w:rsidRPr="003C5CA9">
                        <w:rPr>
                          <w:lang w:val="en-IE" w:eastAsia="en-GB"/>
                        </w:rPr>
                        <w:t>The mission of Eurostat's unit C2 "National Accounts Production" is to provide the European Union with high quality statistical information in the area of national accounts.</w:t>
                      </w:r>
                      <w:r w:rsidRPr="003C5CA9">
                        <w:rPr>
                          <w:lang w:val="en-IE" w:eastAsia="en-GB"/>
                        </w:rPr>
                        <w:br/>
                      </w:r>
                    </w:p>
                    <w:p w14:paraId="79CFF384" w14:textId="2C98D055" w:rsidR="003C5CA9" w:rsidRDefault="003C5CA9" w:rsidP="003C5CA9">
                      <w:pPr>
                        <w:rPr>
                          <w:lang w:val="en-IE" w:eastAsia="en-GB"/>
                        </w:rPr>
                      </w:pPr>
                      <w:r w:rsidRPr="003C5CA9">
                        <w:rPr>
                          <w:lang w:val="en-IE" w:eastAsia="en-GB"/>
                        </w:rPr>
                        <w:lastRenderedPageBreak/>
                        <w:t>To achieve this, we:</w:t>
                      </w:r>
                    </w:p>
                    <w:p w14:paraId="51CE45E9" w14:textId="2C59EEAC" w:rsidR="003C5CA9" w:rsidRDefault="003C5CA9" w:rsidP="003C5CA9">
                      <w:pPr>
                        <w:rPr>
                          <w:lang w:val="en-IE" w:eastAsia="en-GB"/>
                        </w:rPr>
                      </w:pPr>
                      <w:r w:rsidRPr="003C5CA9">
                        <w:rPr>
                          <w:lang w:val="en-IE" w:eastAsia="en-GB"/>
                        </w:rPr>
                        <w:t>- Provide the Commission with the statistical services needed to develop, implement and evaluate policies, notably DG ECFIN for economic policy</w:t>
                      </w:r>
                      <w:r>
                        <w:rPr>
                          <w:lang w:val="en-IE" w:eastAsia="en-GB"/>
                        </w:rPr>
                        <w:t>.</w:t>
                      </w:r>
                    </w:p>
                    <w:p w14:paraId="69779338" w14:textId="77777777" w:rsidR="003C5CA9" w:rsidRDefault="003C5CA9" w:rsidP="003C5CA9">
                      <w:pPr>
                        <w:rPr>
                          <w:lang w:val="en-IE" w:eastAsia="en-GB"/>
                        </w:rPr>
                      </w:pPr>
                      <w:r w:rsidRPr="003C5CA9">
                        <w:rPr>
                          <w:lang w:val="en-IE" w:eastAsia="en-GB"/>
                        </w:rPr>
                        <w:t>- Provide the European Central Bank with key national accounts data for the conduct of monetary policy.</w:t>
                      </w:r>
                    </w:p>
                    <w:p w14:paraId="67933760" w14:textId="0B9348BB" w:rsidR="003C5CA9" w:rsidRDefault="003C5CA9" w:rsidP="003C5CA9">
                      <w:pPr>
                        <w:rPr>
                          <w:lang w:val="en-IE" w:eastAsia="en-GB"/>
                        </w:rPr>
                      </w:pPr>
                      <w:r w:rsidRPr="003C5CA9">
                        <w:rPr>
                          <w:lang w:val="en-IE" w:eastAsia="en-GB"/>
                        </w:rPr>
                        <w:t>- Produce quarterly and annual European accounts aggregates (for the euro area and EU), in particular the headline figures of the Principal European Economic Indicators (GDP accounts, sector accounts and employment).</w:t>
                      </w:r>
                    </w:p>
                    <w:p w14:paraId="0429CC34" w14:textId="15C0413C" w:rsidR="003C5CA9" w:rsidRDefault="003C5CA9" w:rsidP="003C5CA9">
                      <w:pPr>
                        <w:rPr>
                          <w:lang w:val="en-IE" w:eastAsia="en-GB"/>
                        </w:rPr>
                      </w:pPr>
                      <w:r w:rsidRPr="003C5CA9">
                        <w:rPr>
                          <w:lang w:val="en-IE" w:eastAsia="en-GB"/>
                        </w:rPr>
                        <w:t xml:space="preserve">- Ensure, in close cooperation with the National Statistical Authorities, the complete and timely availability of national accounts data; and the maintenance and further development </w:t>
                      </w:r>
                      <w:r>
                        <w:rPr>
                          <w:lang w:val="en-IE" w:eastAsia="en-GB"/>
                        </w:rPr>
                        <w:t>o</w:t>
                      </w:r>
                      <w:r w:rsidRPr="003C5CA9">
                        <w:rPr>
                          <w:lang w:val="en-IE" w:eastAsia="en-GB"/>
                        </w:rPr>
                        <w:t>f the transmission programme for national accounts.</w:t>
                      </w:r>
                    </w:p>
                    <w:p w14:paraId="32D57A7D" w14:textId="77777777" w:rsidR="003C5CA9" w:rsidRDefault="003C5CA9" w:rsidP="003C5CA9">
                      <w:pPr>
                        <w:rPr>
                          <w:lang w:val="en-IE" w:eastAsia="en-GB"/>
                        </w:rPr>
                      </w:pPr>
                      <w:r w:rsidRPr="003C5CA9">
                        <w:rPr>
                          <w:lang w:val="en-IE" w:eastAsia="en-GB"/>
                        </w:rPr>
                        <w:t>- Contribute to the development of international statistical, methodological and data-sharing standards in all the areas of its responsibility.</w:t>
                      </w:r>
                    </w:p>
                    <w:p w14:paraId="2EEE4B45" w14:textId="4F7767C9" w:rsidR="003C5CA9" w:rsidRDefault="003C5CA9" w:rsidP="003C5CA9">
                      <w:pPr>
                        <w:rPr>
                          <w:lang w:val="en-IE" w:eastAsia="en-GB"/>
                        </w:rPr>
                      </w:pPr>
                      <w:r w:rsidRPr="003C5CA9">
                        <w:rPr>
                          <w:lang w:val="en-IE" w:eastAsia="en-GB"/>
                        </w:rPr>
                        <w:t>- Commit to the continuous improvement of our services and to the excellence in meeting the expectations of internal and external users.</w:t>
                      </w:r>
                    </w:p>
                    <w:p w14:paraId="6982344B" w14:textId="112613EE" w:rsidR="003C5CA9" w:rsidRPr="003C5CA9" w:rsidRDefault="003C5CA9" w:rsidP="003C5CA9">
                      <w:pPr>
                        <w:rPr>
                          <w:lang w:val="en-IE" w:eastAsia="en-GB"/>
                        </w:rPr>
                      </w:pPr>
                      <w:r w:rsidRPr="003C5CA9">
                        <w:rPr>
                          <w:lang w:val="en-IE" w:eastAsia="en-GB"/>
                        </w:rPr>
                        <w:t>The unit has a pleasant and supportive working atmosphere. There are 22 staff members presently who are highly dedicated and technically competent. The main working language is English.</w:t>
                      </w:r>
                    </w:p>
                  </w:tc>
                </w:tr>
              </w:tbl>
              <w:p w14:paraId="4E8DB67A" w14:textId="77777777" w:rsidR="003C5CA9" w:rsidRPr="003C5CA9" w:rsidRDefault="003C5CA9" w:rsidP="003C5CA9">
                <w:pPr>
                  <w:rPr>
                    <w:lang w:val="en-IE" w:eastAsia="en-GB"/>
                  </w:rPr>
                </w:pPr>
              </w:p>
            </w:tc>
          </w:tr>
          <w:tr w:rsidR="003C5CA9" w:rsidRPr="003C5CA9" w14:paraId="6B03A544" w14:textId="77777777" w:rsidTr="003C5CA9">
            <w:trPr>
              <w:trHeight w:val="150"/>
              <w:tblCellSpacing w:w="0" w:type="dxa"/>
            </w:trPr>
            <w:tc>
              <w:tcPr>
                <w:tcW w:w="0" w:type="auto"/>
                <w:tcBorders>
                  <w:top w:val="nil"/>
                  <w:left w:val="nil"/>
                  <w:bottom w:val="nil"/>
                  <w:right w:val="nil"/>
                </w:tcBorders>
                <w:shd w:val="clear" w:color="auto" w:fill="FAFCFF"/>
                <w:vAlign w:val="bottom"/>
                <w:hideMark/>
              </w:tcPr>
              <w:p w14:paraId="2AF097FE" w14:textId="77777777" w:rsidR="003C5CA9" w:rsidRPr="003C5CA9" w:rsidRDefault="003C5CA9" w:rsidP="003C5CA9">
                <w:pPr>
                  <w:rPr>
                    <w:lang w:val="en-IE" w:eastAsia="en-GB"/>
                  </w:rPr>
                </w:pPr>
              </w:p>
            </w:tc>
          </w:tr>
        </w:tbl>
        <w:p w14:paraId="59DD0438" w14:textId="407FF4AF" w:rsidR="00E21DBD" w:rsidRDefault="0057008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BC9D176" w14:textId="77777777" w:rsidR="00840542" w:rsidRPr="00840542" w:rsidRDefault="00840542" w:rsidP="00840542">
          <w:pPr>
            <w:rPr>
              <w:lang w:val="en-US" w:eastAsia="en-GB"/>
            </w:rPr>
          </w:pPr>
          <w:r w:rsidRPr="00840542">
            <w:rPr>
              <w:lang w:val="en-US" w:eastAsia="en-GB"/>
            </w:rPr>
            <w:t>We are offering an interesting position in Eurostat's Unit C2 which allows for impact and innovation. The main purpose of the job is to implement the statistical programme, ensuring the industrialization, standardisation and high quality of official European statistics in the domain of national accounts’ main aggregates.</w:t>
          </w:r>
        </w:p>
        <w:p w14:paraId="08758824" w14:textId="2EA36F85" w:rsidR="00840542" w:rsidRPr="00840542" w:rsidRDefault="00840542" w:rsidP="00840542">
          <w:pPr>
            <w:rPr>
              <w:lang w:val="en-US" w:eastAsia="en-GB"/>
            </w:rPr>
          </w:pPr>
          <w:r w:rsidRPr="00840542">
            <w:rPr>
              <w:lang w:val="en-US" w:eastAsia="en-GB"/>
            </w:rPr>
            <w:t xml:space="preserve">The future colleague will contribute to the following areas: statistical data production and dissemination, time series techniques and analysis as well as quality assessment and statistical advice. </w:t>
          </w:r>
          <w:r w:rsidR="00EF45A7">
            <w:rPr>
              <w:lang w:val="en-US" w:eastAsia="en-GB"/>
            </w:rPr>
            <w:t>(S)he</w:t>
          </w:r>
          <w:r w:rsidRPr="00840542">
            <w:rPr>
              <w:lang w:val="en-US" w:eastAsia="en-GB"/>
            </w:rPr>
            <w:t xml:space="preserve"> will work on the validation of national data for national accounts’ main aggregates which include highly policy relevant indicators such as Gross Domestic Product (GDP), as well as on key projects such as the further development of productivity and growth accounts. </w:t>
          </w:r>
        </w:p>
        <w:p w14:paraId="1FF492B0" w14:textId="77777777" w:rsidR="00840542" w:rsidRPr="00840542" w:rsidRDefault="00840542" w:rsidP="00840542">
          <w:pPr>
            <w:rPr>
              <w:lang w:val="en-US" w:eastAsia="en-GB"/>
            </w:rPr>
          </w:pPr>
          <w:r w:rsidRPr="00840542">
            <w:rPr>
              <w:lang w:val="en-US" w:eastAsia="en-GB"/>
            </w:rPr>
            <w:t>More specifically, the person will be actively involved in the technical cooperation with experts from Member States and asked to prepare papers and analysis for the relevant working groups. Moreover, they will ensure regular contacts with data providers, EU policy users, ECB, OECD and other stakeholders. The tasks include also data and metadata analysis, preparing publications and giving presentations at international fora.</w:t>
          </w:r>
        </w:p>
        <w:p w14:paraId="04AC39F7" w14:textId="77777777" w:rsidR="00840542" w:rsidRPr="00840542" w:rsidRDefault="00840542" w:rsidP="00840542">
          <w:pPr>
            <w:rPr>
              <w:lang w:val="en-US" w:eastAsia="en-GB"/>
            </w:rPr>
          </w:pPr>
          <w:r w:rsidRPr="00840542">
            <w:rPr>
              <w:lang w:val="en-US" w:eastAsia="en-GB"/>
            </w:rPr>
            <w:t xml:space="preserve">The job involves a high workload during data production periods. The team produces presently three news releases of indicators per quarter. </w:t>
          </w:r>
        </w:p>
        <w:p w14:paraId="46EE3E07" w14:textId="5E386BE8" w:rsidR="00E21DBD" w:rsidRPr="00AF7D78" w:rsidRDefault="00840542" w:rsidP="00840542">
          <w:pPr>
            <w:rPr>
              <w:lang w:val="en-US" w:eastAsia="en-GB"/>
            </w:rPr>
          </w:pPr>
          <w:r w:rsidRPr="00840542">
            <w:rPr>
              <w:lang w:val="en-US" w:eastAsia="en-GB"/>
            </w:rPr>
            <w:lastRenderedPageBreak/>
            <w:t>The future colleague will be involved in other unit activities that help develop further the production environment for national accounts.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D40F07D" w14:textId="440E0F45" w:rsidR="00840542" w:rsidRPr="00840542" w:rsidRDefault="00840542" w:rsidP="00840542">
          <w:pPr>
            <w:rPr>
              <w:lang w:val="en-US" w:eastAsia="en-GB"/>
            </w:rPr>
          </w:pPr>
          <w:r w:rsidRPr="00840542">
            <w:rPr>
              <w:lang w:val="en-US" w:eastAsia="en-GB"/>
            </w:rPr>
            <w:t xml:space="preserve">We look for a person with a strong motivation </w:t>
          </w:r>
          <w:r w:rsidR="00E45389">
            <w:rPr>
              <w:lang w:val="en-US" w:eastAsia="en-GB"/>
            </w:rPr>
            <w:t>to work</w:t>
          </w:r>
          <w:r w:rsidRPr="00840542">
            <w:rPr>
              <w:lang w:val="en-US" w:eastAsia="en-GB"/>
            </w:rPr>
            <w:t xml:space="preserve"> in the area of national accounts and </w:t>
          </w:r>
          <w:r w:rsidR="00CF0D5E">
            <w:rPr>
              <w:lang w:val="en-US" w:eastAsia="en-GB"/>
            </w:rPr>
            <w:t>a good</w:t>
          </w:r>
          <w:r w:rsidRPr="00840542">
            <w:rPr>
              <w:lang w:val="en-US" w:eastAsia="en-GB"/>
            </w:rPr>
            <w:t xml:space="preserve"> level of understanding of statistical and macroeconomic concepts. </w:t>
          </w:r>
        </w:p>
        <w:p w14:paraId="1F56D3DD" w14:textId="77777777" w:rsidR="00840542" w:rsidRPr="00840542" w:rsidRDefault="00840542" w:rsidP="00840542">
          <w:pPr>
            <w:rPr>
              <w:lang w:val="en-US" w:eastAsia="en-GB"/>
            </w:rPr>
          </w:pPr>
          <w:r w:rsidRPr="00840542">
            <w:rPr>
              <w:lang w:val="en-US" w:eastAsia="en-GB"/>
            </w:rPr>
            <w:t>The candidate should:</w:t>
          </w:r>
        </w:p>
        <w:p w14:paraId="610A80B4" w14:textId="6CE3484B" w:rsidR="00840542" w:rsidRDefault="00840542" w:rsidP="00840542">
          <w:pPr>
            <w:rPr>
              <w:lang w:val="en-US" w:eastAsia="en-GB"/>
            </w:rPr>
          </w:pPr>
          <w:r w:rsidRPr="00840542">
            <w:rPr>
              <w:lang w:val="en-US" w:eastAsia="en-GB"/>
            </w:rPr>
            <w:t xml:space="preserve">- Have </w:t>
          </w:r>
          <w:r w:rsidR="00AC2702">
            <w:rPr>
              <w:lang w:val="en-US" w:eastAsia="en-GB"/>
            </w:rPr>
            <w:t xml:space="preserve">an </w:t>
          </w:r>
          <w:r w:rsidRPr="00840542">
            <w:rPr>
              <w:lang w:val="en-US" w:eastAsia="en-GB"/>
            </w:rPr>
            <w:t>educational background in statistics and/or economics or similar,</w:t>
          </w:r>
        </w:p>
        <w:p w14:paraId="39AE933C" w14:textId="6B8C8B95" w:rsidR="00CF0D5E" w:rsidRPr="00840542" w:rsidRDefault="00CF0D5E" w:rsidP="00840542">
          <w:pPr>
            <w:rPr>
              <w:lang w:val="en-US" w:eastAsia="en-GB"/>
            </w:rPr>
          </w:pPr>
          <w:r>
            <w:rPr>
              <w:lang w:val="en-US"/>
            </w:rPr>
            <w:t xml:space="preserve">- </w:t>
          </w:r>
          <w:r w:rsidRPr="003A4BED">
            <w:rPr>
              <w:lang w:val="en-US"/>
            </w:rPr>
            <w:t xml:space="preserve">Have </w:t>
          </w:r>
          <w:r w:rsidR="00AC2702">
            <w:rPr>
              <w:lang w:val="en-US"/>
            </w:rPr>
            <w:t xml:space="preserve">a </w:t>
          </w:r>
          <w:r w:rsidRPr="003A4BED">
            <w:rPr>
              <w:lang w:val="en-US"/>
            </w:rPr>
            <w:t>professional experience in macroeconomic/national accounts</w:t>
          </w:r>
          <w:r>
            <w:rPr>
              <w:lang w:val="en-US"/>
            </w:rPr>
            <w:t xml:space="preserve"> </w:t>
          </w:r>
          <w:r w:rsidRPr="003A4BED">
            <w:rPr>
              <w:lang w:val="en-US"/>
            </w:rPr>
            <w:t>statistics,</w:t>
          </w:r>
        </w:p>
        <w:p w14:paraId="6AF854CD" w14:textId="77777777" w:rsidR="00840542" w:rsidRPr="00840542" w:rsidRDefault="00840542" w:rsidP="00840542">
          <w:pPr>
            <w:rPr>
              <w:lang w:val="en-US" w:eastAsia="en-GB"/>
            </w:rPr>
          </w:pPr>
          <w:r w:rsidRPr="00840542">
            <w:rPr>
              <w:lang w:val="en-US" w:eastAsia="en-GB"/>
            </w:rPr>
            <w:t>- Have a good notion about data treatment and/or analysis, including time series analysis,</w:t>
          </w:r>
        </w:p>
        <w:p w14:paraId="53DA2D64" w14:textId="77777777" w:rsidR="00840542" w:rsidRPr="00840542" w:rsidRDefault="00840542" w:rsidP="00840542">
          <w:pPr>
            <w:rPr>
              <w:lang w:val="en-US" w:eastAsia="en-GB"/>
            </w:rPr>
          </w:pPr>
          <w:r w:rsidRPr="00840542">
            <w:rPr>
              <w:lang w:val="en-US" w:eastAsia="en-GB"/>
            </w:rPr>
            <w:t>- Have strong analysis, problem-solving and drafting skills,</w:t>
          </w:r>
        </w:p>
        <w:p w14:paraId="740C24F9" w14:textId="77777777" w:rsidR="00840542" w:rsidRPr="00840542" w:rsidRDefault="00840542" w:rsidP="00840542">
          <w:pPr>
            <w:rPr>
              <w:lang w:val="en-US" w:eastAsia="en-GB"/>
            </w:rPr>
          </w:pPr>
          <w:r w:rsidRPr="00840542">
            <w:rPr>
              <w:lang w:val="en-US" w:eastAsia="en-GB"/>
            </w:rPr>
            <w:t>- Be familiar with some statistical software tools,</w:t>
          </w:r>
        </w:p>
        <w:p w14:paraId="10F367E2" w14:textId="77777777" w:rsidR="00840542" w:rsidRPr="00840542" w:rsidRDefault="00840542" w:rsidP="00840542">
          <w:pPr>
            <w:rPr>
              <w:lang w:val="en-US" w:eastAsia="en-GB"/>
            </w:rPr>
          </w:pPr>
          <w:r w:rsidRPr="00840542">
            <w:rPr>
              <w:lang w:val="en-US" w:eastAsia="en-GB"/>
            </w:rPr>
            <w:t>- Be able to communicate with various stakeholders and defend the interest of the institution,</w:t>
          </w:r>
        </w:p>
        <w:p w14:paraId="51994EDB" w14:textId="64E513A7" w:rsidR="002E40A9" w:rsidRPr="00AF7D78" w:rsidRDefault="00840542" w:rsidP="00840542">
          <w:pPr>
            <w:rPr>
              <w:lang w:val="en-US" w:eastAsia="en-GB"/>
            </w:rPr>
          </w:pPr>
          <w:r w:rsidRPr="00840542">
            <w:rPr>
              <w:lang w:val="en-US" w:eastAsia="en-GB"/>
            </w:rPr>
            <w:t>- Be a team player who can take initiatives, able to work autonomously and be resilient.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3802"/>
    <w:rsid w:val="001D0A81"/>
    <w:rsid w:val="002109E6"/>
    <w:rsid w:val="00252050"/>
    <w:rsid w:val="002B3CBF"/>
    <w:rsid w:val="002C13C3"/>
    <w:rsid w:val="002C49D0"/>
    <w:rsid w:val="002E40A9"/>
    <w:rsid w:val="00394447"/>
    <w:rsid w:val="003C5CA9"/>
    <w:rsid w:val="003E50A4"/>
    <w:rsid w:val="003F16C8"/>
    <w:rsid w:val="0040388A"/>
    <w:rsid w:val="00431778"/>
    <w:rsid w:val="00454CC7"/>
    <w:rsid w:val="00464195"/>
    <w:rsid w:val="00476034"/>
    <w:rsid w:val="004E2ADB"/>
    <w:rsid w:val="004F0EE9"/>
    <w:rsid w:val="005168AD"/>
    <w:rsid w:val="00570089"/>
    <w:rsid w:val="0058240F"/>
    <w:rsid w:val="00592CD5"/>
    <w:rsid w:val="005D1B85"/>
    <w:rsid w:val="00665583"/>
    <w:rsid w:val="00693BC6"/>
    <w:rsid w:val="00696070"/>
    <w:rsid w:val="007848E5"/>
    <w:rsid w:val="007E531E"/>
    <w:rsid w:val="007F02AC"/>
    <w:rsid w:val="007F7012"/>
    <w:rsid w:val="00840542"/>
    <w:rsid w:val="0085693D"/>
    <w:rsid w:val="00863F8E"/>
    <w:rsid w:val="008C09DF"/>
    <w:rsid w:val="008D02B7"/>
    <w:rsid w:val="008F0B52"/>
    <w:rsid w:val="008F4BA9"/>
    <w:rsid w:val="00917E7C"/>
    <w:rsid w:val="00994062"/>
    <w:rsid w:val="00996CC6"/>
    <w:rsid w:val="009A1EA0"/>
    <w:rsid w:val="009A2F00"/>
    <w:rsid w:val="009C5E27"/>
    <w:rsid w:val="00A033AD"/>
    <w:rsid w:val="00AB2CEA"/>
    <w:rsid w:val="00AC2702"/>
    <w:rsid w:val="00AF6424"/>
    <w:rsid w:val="00B24CC5"/>
    <w:rsid w:val="00B3644B"/>
    <w:rsid w:val="00B65513"/>
    <w:rsid w:val="00B73F08"/>
    <w:rsid w:val="00B8014C"/>
    <w:rsid w:val="00C06724"/>
    <w:rsid w:val="00C3254D"/>
    <w:rsid w:val="00C504C7"/>
    <w:rsid w:val="00C75BA4"/>
    <w:rsid w:val="00CB5B61"/>
    <w:rsid w:val="00CD2C5A"/>
    <w:rsid w:val="00CF0D5E"/>
    <w:rsid w:val="00D0015C"/>
    <w:rsid w:val="00D03CF4"/>
    <w:rsid w:val="00D67604"/>
    <w:rsid w:val="00D7090C"/>
    <w:rsid w:val="00D84D53"/>
    <w:rsid w:val="00D96984"/>
    <w:rsid w:val="00DA63F8"/>
    <w:rsid w:val="00DD41ED"/>
    <w:rsid w:val="00DF1E49"/>
    <w:rsid w:val="00E21DBD"/>
    <w:rsid w:val="00E342CB"/>
    <w:rsid w:val="00E41704"/>
    <w:rsid w:val="00E43261"/>
    <w:rsid w:val="00E44D7F"/>
    <w:rsid w:val="00E45389"/>
    <w:rsid w:val="00E82667"/>
    <w:rsid w:val="00E84FE8"/>
    <w:rsid w:val="00EB3147"/>
    <w:rsid w:val="00EB6B9A"/>
    <w:rsid w:val="00EF45A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7739">
      <w:bodyDiv w:val="1"/>
      <w:marLeft w:val="0"/>
      <w:marRight w:val="0"/>
      <w:marTop w:val="0"/>
      <w:marBottom w:val="0"/>
      <w:divBdr>
        <w:top w:val="none" w:sz="0" w:space="0" w:color="auto"/>
        <w:left w:val="none" w:sz="0" w:space="0" w:color="auto"/>
        <w:bottom w:val="none" w:sz="0" w:space="0" w:color="auto"/>
        <w:right w:val="none" w:sz="0" w:space="0" w:color="auto"/>
      </w:divBdr>
    </w:div>
    <w:div w:id="984507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C3802"/>
    <w:rsid w:val="001E3B1B"/>
    <w:rsid w:val="00416B25"/>
    <w:rsid w:val="006212B2"/>
    <w:rsid w:val="006F0611"/>
    <w:rsid w:val="007848E5"/>
    <w:rsid w:val="007F7378"/>
    <w:rsid w:val="00893390"/>
    <w:rsid w:val="00894A0C"/>
    <w:rsid w:val="00917E7C"/>
    <w:rsid w:val="009A12CB"/>
    <w:rsid w:val="00CA527C"/>
    <w:rsid w:val="00D374C1"/>
    <w:rsid w:val="00DA63F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30c666ed-fe46-43d6-bf30-6de2567680e6"/>
    <ds:schemaRef ds:uri="http://schemas.microsoft.com/office/2006/metadata/propertie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3A03980-CBDA-41F7-8861-2C0413B9B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74</TotalTime>
  <Pages>4</Pages>
  <Words>1226</Words>
  <Characters>6993</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2025-09-26T13:15:00Z</dcterms:created>
  <dcterms:modified xsi:type="dcterms:W3CDTF">2025-10-10T12:57:00Z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